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7C9547"/>
          <w:insideV w:val="single" w:sz="8" w:space="0" w:color="7C9547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5"/>
        <w:gridCol w:w="1147"/>
        <w:gridCol w:w="667"/>
        <w:gridCol w:w="436"/>
        <w:gridCol w:w="494"/>
        <w:gridCol w:w="650"/>
        <w:gridCol w:w="694"/>
        <w:gridCol w:w="661"/>
        <w:gridCol w:w="523"/>
        <w:gridCol w:w="308"/>
        <w:gridCol w:w="650"/>
        <w:gridCol w:w="694"/>
        <w:gridCol w:w="662"/>
        <w:gridCol w:w="709"/>
      </w:tblGrid>
      <w:tr w:rsidR="00A261AC">
        <w:trPr>
          <w:trHeight w:val="29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Name:</w:t>
            </w:r>
          </w:p>
        </w:tc>
      </w:tr>
      <w:tr w:rsidR="00A261AC">
        <w:trPr>
          <w:trHeight w:val="29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TOTARA ROOM     HOME LEARNING   Term 1 Week 4</w:t>
            </w:r>
          </w:p>
        </w:tc>
      </w:tr>
      <w:tr w:rsidR="00A261AC">
        <w:trPr>
          <w:trHeight w:val="57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REMINDERS</w:t>
            </w:r>
          </w:p>
        </w:tc>
      </w:tr>
      <w:tr w:rsidR="00A261AC">
        <w:trPr>
          <w:trHeight w:val="281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FF0000"/>
                <w:sz w:val="24"/>
                <w:szCs w:val="24"/>
                <w:u w:color="FF0000"/>
              </w:rPr>
            </w:pPr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 xml:space="preserve">Monday:           Library (Rm 21) Music (Rm 22) / Spelling and </w:t>
            </w:r>
            <w:proofErr w:type="spellStart"/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>B.Fact</w:t>
            </w:r>
            <w:proofErr w:type="spellEnd"/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 xml:space="preserve"> Tests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00B050"/>
                <w:sz w:val="24"/>
                <w:szCs w:val="24"/>
                <w:u w:color="00B050"/>
              </w:rPr>
            </w:pPr>
            <w:r>
              <w:rPr>
                <w:b/>
                <w:bCs/>
                <w:color w:val="00B050"/>
                <w:sz w:val="24"/>
                <w:szCs w:val="24"/>
                <w:u w:color="00B050"/>
              </w:rPr>
              <w:t>Tuesday:           Multicultural Day - Cultural Presentations/Share a cultural game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00B050"/>
                <w:sz w:val="24"/>
                <w:szCs w:val="24"/>
                <w:u w:color="00B050"/>
              </w:rPr>
            </w:pPr>
            <w:r>
              <w:rPr>
                <w:b/>
                <w:bCs/>
                <w:color w:val="00B050"/>
                <w:sz w:val="24"/>
                <w:szCs w:val="24"/>
                <w:u w:color="00B050"/>
              </w:rPr>
              <w:t xml:space="preserve">                           Three Way Conferences  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0070C0"/>
                <w:sz w:val="24"/>
                <w:szCs w:val="24"/>
                <w:u w:color="0070C0"/>
              </w:rPr>
            </w:pPr>
            <w:r>
              <w:rPr>
                <w:b/>
                <w:bCs/>
                <w:color w:val="0070C0"/>
                <w:sz w:val="24"/>
                <w:szCs w:val="24"/>
                <w:u w:color="0070C0"/>
              </w:rPr>
              <w:t xml:space="preserve">Wednesday:    Maori 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7030A0"/>
                <w:sz w:val="24"/>
                <w:szCs w:val="24"/>
                <w:u w:color="7030A0"/>
              </w:rPr>
            </w:pPr>
            <w:r>
              <w:rPr>
                <w:b/>
                <w:bCs/>
                <w:sz w:val="24"/>
                <w:szCs w:val="24"/>
              </w:rPr>
              <w:t>Thursday</w:t>
            </w:r>
            <w:r>
              <w:rPr>
                <w:b/>
                <w:bCs/>
                <w:color w:val="7030A0"/>
                <w:sz w:val="24"/>
                <w:szCs w:val="24"/>
                <w:u w:color="7030A0"/>
              </w:rPr>
              <w:t>:         Art afternoon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E36C0A"/>
                <w:sz w:val="24"/>
                <w:szCs w:val="24"/>
                <w:u w:color="E36C0A"/>
              </w:rPr>
            </w:pPr>
            <w:r>
              <w:rPr>
                <w:b/>
                <w:bCs/>
                <w:color w:val="E36C0A"/>
                <w:sz w:val="24"/>
                <w:szCs w:val="24"/>
                <w:u w:color="E36C0A"/>
              </w:rPr>
              <w:t>Friday:               Music(Rm 21) Library (Rm22) / Return Home learning for marking / Spelling and Basic Facts Test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E36C0A"/>
                <w:sz w:val="24"/>
                <w:szCs w:val="24"/>
                <w:u w:color="E36C0A"/>
              </w:rPr>
            </w:pPr>
            <w:r>
              <w:rPr>
                <w:b/>
                <w:bCs/>
                <w:color w:val="E36C0A"/>
                <w:sz w:val="24"/>
                <w:szCs w:val="24"/>
                <w:u w:color="E36C0A"/>
              </w:rPr>
              <w:t xml:space="preserve">OTHER:  Camp/Outdoor Education </w:t>
            </w:r>
            <w:r>
              <w:rPr>
                <w:b/>
                <w:bCs/>
                <w:color w:val="E36C0A"/>
                <w:sz w:val="24"/>
                <w:szCs w:val="24"/>
                <w:u w:color="E36C0A"/>
              </w:rPr>
              <w:t>notices returned to school ASAP</w:t>
            </w:r>
          </w:p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color w:val="E36C0A"/>
                <w:sz w:val="24"/>
                <w:szCs w:val="24"/>
                <w:u w:color="E36C0A"/>
              </w:rPr>
              <w:t>Jolly Jar ‘ingredients’</w:t>
            </w:r>
          </w:p>
        </w:tc>
      </w:tr>
      <w:tr w:rsidR="00A261AC">
        <w:trPr>
          <w:trHeight w:val="85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BASIC FACTS:         Aim for instant recall!         Challenge yourself to beat your last time!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Add/Sub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Mult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proofErr w:type="spellStart"/>
            <w:r>
              <w:rPr>
                <w:b/>
                <w:bCs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proofErr w:type="spellStart"/>
            <w:r>
              <w:rPr>
                <w:b/>
                <w:bCs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proofErr w:type="spellStart"/>
            <w:r>
              <w:rPr>
                <w:b/>
                <w:bCs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proofErr w:type="spellStart"/>
            <w:r>
              <w:rPr>
                <w:b/>
                <w:bCs/>
                <w:sz w:val="24"/>
                <w:szCs w:val="24"/>
              </w:rPr>
              <w:t>Ramere</w:t>
            </w:r>
            <w:proofErr w:type="spellEnd"/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a/s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m/d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a/s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m/d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a/s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m/d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a/s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m/d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1+4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2x8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5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10-6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1x3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4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7+4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4x6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11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14+5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2x2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19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17-8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5x3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9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13+3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10x4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16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15-1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4x3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14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2x5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7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20-5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0x4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15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8+9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8x4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17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7-6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3x6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12+8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4x1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20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6+2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7x4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8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17-4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9x3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13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12+7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1x5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19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7+1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5x6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8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8x5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3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7+10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3x10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17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2+8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9x5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19-3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16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2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       Record your time: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</w:tr>
      <w:tr w:rsidR="00A261AC">
        <w:trPr>
          <w:trHeight w:val="29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WORD RULE OF THE WEEK - </w:t>
            </w:r>
            <w:proofErr w:type="spellStart"/>
            <w:r>
              <w:rPr>
                <w:b/>
                <w:bCs/>
                <w:sz w:val="24"/>
                <w:szCs w:val="24"/>
              </w:rPr>
              <w:t>ea</w:t>
            </w:r>
            <w:proofErr w:type="spellEnd"/>
          </w:p>
        </w:tc>
      </w:tr>
      <w:tr w:rsidR="00A261AC">
        <w:trPr>
          <w:trHeight w:val="281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List 10 or more words </w:t>
            </w:r>
            <w:r>
              <w:rPr>
                <w:b/>
                <w:bCs/>
                <w:sz w:val="24"/>
                <w:szCs w:val="24"/>
              </w:rPr>
              <w:t>with the long e sound '</w:t>
            </w:r>
            <w:proofErr w:type="spellStart"/>
            <w:r>
              <w:rPr>
                <w:b/>
                <w:bCs/>
                <w:sz w:val="24"/>
                <w:szCs w:val="24"/>
              </w:rPr>
              <w:t>ea</w:t>
            </w:r>
            <w:proofErr w:type="spellEnd"/>
            <w:r>
              <w:rPr>
                <w:b/>
                <w:bCs/>
                <w:sz w:val="24"/>
                <w:szCs w:val="24"/>
              </w:rPr>
              <w:t>' (</w:t>
            </w:r>
            <w:proofErr w:type="spellStart"/>
            <w:r>
              <w:rPr>
                <w:b/>
                <w:bCs/>
                <w:sz w:val="24"/>
                <w:szCs w:val="24"/>
              </w:rPr>
              <w:t>e.g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meat)</w:t>
            </w: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</w:pPr>
          </w:p>
        </w:tc>
      </w:tr>
      <w:tr w:rsidR="00A261AC">
        <w:trPr>
          <w:trHeight w:val="29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READING (fill in which one applies to you)</w:t>
            </w:r>
          </w:p>
        </w:tc>
      </w:tr>
      <w:tr w:rsidR="00A261AC">
        <w:trPr>
          <w:trHeight w:val="6710"/>
        </w:trPr>
        <w:tc>
          <w:tcPr>
            <w:tcW w:w="2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u w:color="FF0000"/>
              </w:rPr>
            </w:pPr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>Home-Reader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color w:val="FF0000"/>
                <w:sz w:val="24"/>
                <w:szCs w:val="24"/>
                <w:u w:color="FF0000"/>
              </w:rPr>
            </w:pPr>
            <w:r>
              <w:rPr>
                <w:b/>
                <w:bCs/>
                <w:sz w:val="20"/>
                <w:szCs w:val="20"/>
              </w:rPr>
              <w:t>Title: _________________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Sequence 3 to 5 main events that have happened in your home reader.</w:t>
            </w: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</w:pPr>
          </w:p>
        </w:tc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u w:color="FF0000"/>
              </w:rPr>
            </w:pPr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>Fiction Novel</w:t>
            </w:r>
          </w:p>
          <w:p w:rsidR="00A261AC" w:rsidRDefault="009B6698">
            <w:pPr>
              <w:pStyle w:val="Body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Title: ___________________</w:t>
            </w:r>
          </w:p>
          <w:p w:rsidR="00A261AC" w:rsidRDefault="009B6698">
            <w:pPr>
              <w:pStyle w:val="Body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Where is </w:t>
            </w:r>
            <w:r>
              <w:rPr>
                <w:sz w:val="20"/>
                <w:szCs w:val="20"/>
              </w:rPr>
              <w:t>your story set? List three language features the author uses to describe it and record these examples.</w:t>
            </w: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set in Saxby Hall, Scotland, 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huge deep lake,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adjective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long sloping lawn,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adjective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endless labyrinth of corridors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metaphor</w:t>
            </w:r>
            <w:proofErr w:type="gramEnd"/>
            <w:r>
              <w:rPr>
                <w:b/>
                <w:bCs/>
                <w:sz w:val="24"/>
                <w:szCs w:val="24"/>
              </w:rPr>
              <w:t>.</w:t>
            </w: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jc w:val="center"/>
            </w:pPr>
          </w:p>
        </w:tc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u w:color="FF0000"/>
              </w:rPr>
            </w:pPr>
            <w:r>
              <w:rPr>
                <w:b/>
                <w:bCs/>
                <w:color w:val="FF0000"/>
                <w:sz w:val="24"/>
                <w:szCs w:val="24"/>
                <w:u w:color="FF0000"/>
              </w:rPr>
              <w:t>Non-Fiction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Title </w:t>
            </w:r>
            <w:r>
              <w:rPr>
                <w:b/>
                <w:bCs/>
                <w:sz w:val="20"/>
                <w:szCs w:val="20"/>
              </w:rPr>
              <w:t>___________________</w:t>
            </w:r>
          </w:p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Why has the author written this book? Think carefully about your answer, showing you have learned something about this author.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261AC">
        <w:trPr>
          <w:trHeight w:val="253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www.kiwikidsnews.com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Read one article that interests you from this newspaper and write one to two sentences</w:t>
            </w:r>
            <w:r>
              <w:rPr>
                <w:b/>
                <w:bCs/>
                <w:sz w:val="24"/>
                <w:szCs w:val="24"/>
              </w:rPr>
              <w:t xml:space="preserve"> about it </w:t>
            </w:r>
            <w:r>
              <w:rPr>
                <w:b/>
                <w:bCs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A261AC" w:rsidRDefault="009B6698">
            <w:pPr>
              <w:pStyle w:val="Body"/>
              <w:spacing w:after="0" w:line="240" w:lineRule="auto"/>
            </w:pPr>
            <w:proofErr w:type="gramStart"/>
            <w:r>
              <w:rPr>
                <w:b/>
                <w:bCs/>
                <w:sz w:val="24"/>
                <w:szCs w:val="24"/>
              </w:rPr>
              <w:t>Over  one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hundred cars have been discovered in a 200-feet slate mine in north Wales. </w:t>
            </w:r>
            <w:r>
              <w:rPr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</w:tr>
      <w:tr w:rsidR="00A261AC">
        <w:trPr>
          <w:trHeight w:val="113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SPELLING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Practise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spelling your</w:t>
            </w:r>
            <w:r>
              <w:rPr>
                <w:b/>
                <w:bCs/>
                <w:sz w:val="24"/>
                <w:szCs w:val="24"/>
              </w:rPr>
              <w:t xml:space="preserve"> words, then write a sentence to show you understand the meaning.</w:t>
            </w:r>
          </w:p>
          <w:p w:rsidR="00A261AC" w:rsidRDefault="009B6698">
            <w:pPr>
              <w:pStyle w:val="Body"/>
              <w:spacing w:after="0" w:line="24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Check your spelling and re-read it to make sure it makes sense.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A261AC"/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Word 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Sentence (</w:t>
            </w:r>
            <w:r>
              <w:rPr>
                <w:b/>
                <w:bCs/>
                <w:sz w:val="24"/>
                <w:szCs w:val="24"/>
                <w:shd w:val="clear" w:color="auto" w:fill="FFFF00"/>
              </w:rPr>
              <w:t>highlight</w:t>
            </w:r>
            <w:r>
              <w:rPr>
                <w:b/>
                <w:bCs/>
                <w:sz w:val="24"/>
                <w:szCs w:val="24"/>
              </w:rPr>
              <w:t xml:space="preserve"> the word from the spelling list)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altogether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color w:val="7C9547"/>
                <w:sz w:val="24"/>
                <w:szCs w:val="24"/>
              </w:rPr>
              <w:t>Altogether</w:t>
            </w:r>
            <w:r>
              <w:rPr>
                <w:sz w:val="24"/>
                <w:szCs w:val="24"/>
              </w:rPr>
              <w:t xml:space="preserve"> it added up to $5.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blanket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I like my </w:t>
            </w:r>
            <w:r>
              <w:rPr>
                <w:color w:val="C57838"/>
                <w:sz w:val="24"/>
                <w:szCs w:val="24"/>
              </w:rPr>
              <w:t>blanket</w:t>
            </w:r>
            <w:r>
              <w:rPr>
                <w:sz w:val="24"/>
                <w:szCs w:val="24"/>
              </w:rPr>
              <w:t>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build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I like to </w:t>
            </w:r>
            <w:r>
              <w:rPr>
                <w:color w:val="665081"/>
                <w:sz w:val="24"/>
                <w:szCs w:val="24"/>
              </w:rPr>
              <w:t>build</w:t>
            </w:r>
            <w:r>
              <w:rPr>
                <w:sz w:val="24"/>
                <w:szCs w:val="24"/>
              </w:rPr>
              <w:t xml:space="preserve"> houses. 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can’t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A cat </w:t>
            </w:r>
            <w:r>
              <w:rPr>
                <w:color w:val="C0504D"/>
                <w:sz w:val="24"/>
                <w:szCs w:val="24"/>
              </w:rPr>
              <w:t>can</w:t>
            </w:r>
            <w:r>
              <w:rPr>
                <w:color w:val="C0504D"/>
                <w:sz w:val="24"/>
                <w:szCs w:val="24"/>
                <w:lang w:val="fr-FR"/>
              </w:rPr>
              <w:t>’</w:t>
            </w:r>
            <w:r>
              <w:rPr>
                <w:color w:val="C0504D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 jump 5 </w:t>
            </w:r>
            <w:proofErr w:type="spellStart"/>
            <w:r>
              <w:rPr>
                <w:sz w:val="24"/>
                <w:szCs w:val="24"/>
              </w:rPr>
              <w:t>metres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door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We have a </w:t>
            </w:r>
            <w:r>
              <w:rPr>
                <w:color w:val="C57838"/>
                <w:sz w:val="24"/>
                <w:szCs w:val="24"/>
                <w:lang w:val="nl-NL"/>
              </w:rPr>
              <w:t>cool</w:t>
            </w:r>
            <w:r>
              <w:rPr>
                <w:sz w:val="24"/>
                <w:szCs w:val="24"/>
                <w:lang w:val="nl-NL"/>
              </w:rPr>
              <w:t xml:space="preserve"> door at home.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hole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It took me a long time to dig a </w:t>
            </w:r>
            <w:r>
              <w:rPr>
                <w:color w:val="3C899E"/>
                <w:sz w:val="24"/>
                <w:szCs w:val="24"/>
              </w:rPr>
              <w:t>hole</w:t>
            </w:r>
            <w:r>
              <w:rPr>
                <w:sz w:val="24"/>
                <w:szCs w:val="24"/>
              </w:rPr>
              <w:t>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finished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I </w:t>
            </w:r>
            <w:r>
              <w:rPr>
                <w:color w:val="99403D"/>
                <w:sz w:val="24"/>
                <w:szCs w:val="24"/>
              </w:rPr>
              <w:t xml:space="preserve">finished </w:t>
            </w:r>
            <w:r>
              <w:rPr>
                <w:sz w:val="24"/>
                <w:szCs w:val="24"/>
              </w:rPr>
              <w:t>my work on time.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hour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 xml:space="preserve">It took me a whole </w:t>
            </w:r>
            <w:r>
              <w:rPr>
                <w:color w:val="C57838"/>
                <w:sz w:val="24"/>
                <w:szCs w:val="24"/>
              </w:rPr>
              <w:t>hour</w:t>
            </w:r>
            <w:r>
              <w:rPr>
                <w:sz w:val="24"/>
                <w:szCs w:val="24"/>
              </w:rPr>
              <w:t xml:space="preserve"> to do this.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r>
              <w:rPr>
                <w:rFonts w:ascii="Calibri" w:eastAsia="Calibri" w:hAnsi="Calibri" w:cs="Calibri"/>
                <w:color w:val="000000"/>
                <w:u w:color="000000"/>
              </w:rPr>
              <w:t>however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color w:val="665081"/>
                <w:sz w:val="24"/>
                <w:szCs w:val="24"/>
              </w:rPr>
              <w:t xml:space="preserve">However </w:t>
            </w:r>
            <w:r>
              <w:rPr>
                <w:sz w:val="24"/>
                <w:szCs w:val="24"/>
              </w:rPr>
              <w:t>hard I try I just can’t seem to get it right.</w:t>
            </w:r>
          </w:p>
        </w:tc>
      </w:tr>
      <w:tr w:rsidR="00A261AC">
        <w:trPr>
          <w:trHeight w:val="290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r>
              <w:rPr>
                <w:sz w:val="24"/>
                <w:szCs w:val="24"/>
              </w:rPr>
              <w:t>built</w:t>
            </w:r>
          </w:p>
        </w:tc>
        <w:tc>
          <w:tcPr>
            <w:tcW w:w="64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</w:pPr>
            <w:proofErr w:type="spellStart"/>
            <w:r>
              <w:rPr>
                <w:sz w:val="24"/>
                <w:szCs w:val="24"/>
                <w:lang w:val="es-ES_tradnl"/>
              </w:rPr>
              <w:t>My</w:t>
            </w:r>
            <w:proofErr w:type="spellEnd"/>
            <w:r>
              <w:rPr>
                <w:sz w:val="24"/>
                <w:szCs w:val="24"/>
                <w:lang w:val="es-ES_tradnl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s-ES_tradnl"/>
              </w:rPr>
              <w:t>friend</w:t>
            </w:r>
            <w:proofErr w:type="spellEnd"/>
            <w:r>
              <w:rPr>
                <w:sz w:val="24"/>
                <w:szCs w:val="24"/>
                <w:lang w:val="es-ES_tradnl"/>
              </w:rPr>
              <w:t xml:space="preserve"> </w:t>
            </w:r>
            <w:r>
              <w:rPr>
                <w:color w:val="7C9547"/>
                <w:sz w:val="24"/>
                <w:szCs w:val="24"/>
              </w:rPr>
              <w:t>built</w:t>
            </w:r>
            <w:r>
              <w:rPr>
                <w:sz w:val="24"/>
                <w:szCs w:val="24"/>
              </w:rPr>
              <w:t xml:space="preserve"> a house.</w:t>
            </w:r>
          </w:p>
        </w:tc>
      </w:tr>
      <w:tr w:rsidR="00A261AC">
        <w:trPr>
          <w:trHeight w:val="14520"/>
        </w:trPr>
        <w:tc>
          <w:tcPr>
            <w:tcW w:w="90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1AC" w:rsidRDefault="009B6698">
            <w:pPr>
              <w:pStyle w:val="Body"/>
              <w:spacing w:after="0" w:line="240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Room 21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 xml:space="preserve">Worm Farm 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(you can use: internet, public library books, school library, encyclopedias ...)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Research the anatomy (scientific structure) of a tiger worm.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Draw</w:t>
            </w:r>
            <w:r>
              <w:rPr>
                <w:b/>
                <w:bCs/>
                <w:sz w:val="24"/>
                <w:szCs w:val="24"/>
              </w:rPr>
              <w:t xml:space="preserve"> a diagram of a worm, label the parts of its body and record 3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>Interesting  facts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about it that you didn't know before.</w:t>
            </w: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A261AC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A261AC" w:rsidRDefault="009B6698">
            <w:pPr>
              <w:pStyle w:val="Body"/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_______________________________________________________________________</w:t>
            </w:r>
          </w:p>
          <w:p w:rsidR="00A261AC" w:rsidRDefault="009B6698">
            <w:pPr>
              <w:pStyle w:val="Body"/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</w:t>
            </w:r>
            <w:r>
              <w:rPr>
                <w:b/>
                <w:bCs/>
                <w:sz w:val="24"/>
                <w:szCs w:val="24"/>
              </w:rPr>
              <w:t>______________________________________________________________________</w:t>
            </w:r>
          </w:p>
          <w:p w:rsidR="00A261AC" w:rsidRDefault="009B6698">
            <w:pPr>
              <w:pStyle w:val="Body"/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______________________________________________________________________</w:t>
            </w:r>
          </w:p>
          <w:p w:rsidR="00A261AC" w:rsidRDefault="009B6698">
            <w:pPr>
              <w:pStyle w:val="Body"/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______________________________________________________________________</w:t>
            </w:r>
          </w:p>
          <w:p w:rsidR="00A261AC" w:rsidRDefault="009B6698">
            <w:pPr>
              <w:pStyle w:val="Body"/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__________________________________</w:t>
            </w:r>
            <w:r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:rsidR="00A261AC" w:rsidRDefault="009B6698">
            <w:pPr>
              <w:pStyle w:val="Body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Room 22 – Swan Plant Research</w:t>
            </w:r>
          </w:p>
          <w:p w:rsidR="00A261AC" w:rsidRDefault="009B6698">
            <w:pPr>
              <w:pStyle w:val="NormalWeb"/>
              <w:spacing w:before="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Find out how to harvest a swan plant seeds.</w:t>
            </w: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</w:rPr>
            </w:pPr>
          </w:p>
          <w:p w:rsidR="00A261AC" w:rsidRDefault="009B6698">
            <w:pPr>
              <w:pStyle w:val="NormalWeb"/>
              <w:spacing w:before="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When is the correct time to plant swan plants?</w:t>
            </w: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9B6698">
            <w:pPr>
              <w:pStyle w:val="NormalWeb"/>
              <w:spacing w:before="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much does a small swan plant cost to buy in Auckland?</w:t>
            </w:r>
          </w:p>
          <w:p w:rsidR="00A261AC" w:rsidRDefault="00A261AC">
            <w:pPr>
              <w:pStyle w:val="NormalWeb"/>
              <w:spacing w:before="0" w:after="0"/>
              <w:rPr>
                <w:rFonts w:ascii="Calibri" w:eastAsia="Calibri" w:hAnsi="Calibri" w:cs="Calibri"/>
                <w:sz w:val="30"/>
                <w:szCs w:val="30"/>
              </w:rPr>
            </w:pPr>
          </w:p>
          <w:p w:rsidR="00A261AC" w:rsidRDefault="009B6698">
            <w:pPr>
              <w:pStyle w:val="NormalWeb"/>
              <w:spacing w:before="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You can type/write your answers </w:t>
            </w:r>
            <w:r>
              <w:rPr>
                <w:rFonts w:ascii="Calibri" w:eastAsia="Calibri" w:hAnsi="Calibri" w:cs="Calibri"/>
              </w:rPr>
              <w:t>in this sheet or add them to our Enviro wiki</w:t>
            </w:r>
          </w:p>
          <w:p w:rsidR="00A261AC" w:rsidRDefault="009B6698">
            <w:pPr>
              <w:pStyle w:val="NormalWeb"/>
              <w:spacing w:before="0" w:after="0"/>
            </w:pPr>
            <w:hyperlink r:id="rId6" w:history="1">
              <w:r>
                <w:rPr>
                  <w:rStyle w:val="Hyperlink0"/>
                  <w:rFonts w:ascii="Calibri" w:eastAsia="Calibri" w:hAnsi="Calibri" w:cs="Calibri"/>
                </w:rPr>
                <w:t>http://2016rops-totararoom.wikispaces.com/Room+22+Enviro</w:t>
              </w:r>
            </w:hyperlink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A261AC" w:rsidRDefault="00A261AC">
      <w:pPr>
        <w:pStyle w:val="Body"/>
        <w:widowControl w:val="0"/>
        <w:spacing w:line="240" w:lineRule="auto"/>
      </w:pPr>
    </w:p>
    <w:sectPr w:rsidR="00A261AC">
      <w:headerReference w:type="default" r:id="rId7"/>
      <w:footerReference w:type="default" r:id="rId8"/>
      <w:pgSz w:w="11900" w:h="16840"/>
      <w:pgMar w:top="1440" w:right="1440" w:bottom="72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B6698">
      <w:r>
        <w:separator/>
      </w:r>
    </w:p>
  </w:endnote>
  <w:endnote w:type="continuationSeparator" w:id="0">
    <w:p w:rsidR="00000000" w:rsidRDefault="009B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1AC" w:rsidRDefault="00A261A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B6698">
      <w:r>
        <w:separator/>
      </w:r>
    </w:p>
  </w:footnote>
  <w:footnote w:type="continuationSeparator" w:id="0">
    <w:p w:rsidR="00000000" w:rsidRDefault="009B6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1AC" w:rsidRDefault="00A261A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AC"/>
    <w:rsid w:val="009B6698"/>
    <w:rsid w:val="00A2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594D32-8ACC-48A9-8CC5-ACB5401C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016rops-totararoom.wikispaces.com/Room+22+Envir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C4D37EF</Template>
  <TotalTime>0</TotalTime>
  <Pages>5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Felicity Boyd</dc:creator>
  <cp:lastModifiedBy>Felicity Boyd</cp:lastModifiedBy>
  <cp:revision>2</cp:revision>
  <dcterms:created xsi:type="dcterms:W3CDTF">2016-02-29T07:30:00Z</dcterms:created>
  <dcterms:modified xsi:type="dcterms:W3CDTF">2016-02-29T07:30:00Z</dcterms:modified>
</cp:coreProperties>
</file>